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B7" w:rsidRPr="002B485D" w:rsidRDefault="00CF7AB7" w:rsidP="006E5B72">
      <w:pPr>
        <w:pStyle w:val="Heading1"/>
        <w:rPr>
          <w:szCs w:val="28"/>
        </w:rPr>
      </w:pPr>
      <w:r w:rsidRPr="002B485D">
        <w:rPr>
          <w:szCs w:val="28"/>
        </w:rPr>
        <w:t xml:space="preserve">СОВЕТ </w:t>
      </w:r>
    </w:p>
    <w:p w:rsidR="00CF7AB7" w:rsidRPr="002B485D" w:rsidRDefault="00CF7AB7" w:rsidP="006E5B72">
      <w:pPr>
        <w:pStyle w:val="Heading1"/>
        <w:rPr>
          <w:szCs w:val="28"/>
        </w:rPr>
      </w:pPr>
      <w:r>
        <w:rPr>
          <w:szCs w:val="28"/>
        </w:rPr>
        <w:t>ЕРУСЛАНСКОГО МУНИЦИПАЛЬНОГО ОБРАЗОВАНИЯ</w:t>
      </w:r>
      <w:r w:rsidRPr="002B485D">
        <w:rPr>
          <w:szCs w:val="28"/>
        </w:rPr>
        <w:t xml:space="preserve"> </w:t>
      </w:r>
    </w:p>
    <w:p w:rsidR="00CF7AB7" w:rsidRPr="002B485D" w:rsidRDefault="00CF7AB7" w:rsidP="006E5B72">
      <w:pPr>
        <w:pStyle w:val="Heading1"/>
        <w:rPr>
          <w:szCs w:val="28"/>
        </w:rPr>
      </w:pPr>
      <w:r w:rsidRPr="002B485D">
        <w:rPr>
          <w:szCs w:val="28"/>
        </w:rPr>
        <w:t xml:space="preserve">ФЕДОРОВСКОГО МУНИЦИПАЛЬНОГО РАЙОНА </w:t>
      </w:r>
    </w:p>
    <w:p w:rsidR="00CF7AB7" w:rsidRPr="002B485D" w:rsidRDefault="00CF7AB7" w:rsidP="006E5B72">
      <w:pPr>
        <w:pStyle w:val="Heading1"/>
        <w:rPr>
          <w:szCs w:val="28"/>
        </w:rPr>
      </w:pPr>
      <w:r w:rsidRPr="002B485D">
        <w:rPr>
          <w:szCs w:val="28"/>
        </w:rPr>
        <w:t>САРАТОВСКОЙ ОБЛАСТИ</w:t>
      </w:r>
    </w:p>
    <w:p w:rsidR="00CF7AB7" w:rsidRPr="006E40F7" w:rsidRDefault="00CF7AB7" w:rsidP="006E5B72">
      <w:pPr>
        <w:jc w:val="center"/>
        <w:rPr>
          <w:sz w:val="28"/>
          <w:szCs w:val="28"/>
        </w:rPr>
      </w:pPr>
    </w:p>
    <w:p w:rsidR="00CF7AB7" w:rsidRPr="006E40F7" w:rsidRDefault="00CF7AB7" w:rsidP="006E5B72">
      <w:pPr>
        <w:jc w:val="center"/>
        <w:rPr>
          <w:b/>
          <w:sz w:val="28"/>
          <w:szCs w:val="28"/>
        </w:rPr>
      </w:pPr>
      <w:r w:rsidRPr="006E40F7">
        <w:rPr>
          <w:b/>
          <w:sz w:val="28"/>
          <w:szCs w:val="28"/>
        </w:rPr>
        <w:t>Р Е Ш Е Н И Е</w:t>
      </w:r>
    </w:p>
    <w:p w:rsidR="00CF7AB7" w:rsidRDefault="00CF7AB7" w:rsidP="006E5B72">
      <w:pPr>
        <w:rPr>
          <w:b/>
          <w:sz w:val="28"/>
          <w:szCs w:val="28"/>
        </w:rPr>
      </w:pPr>
    </w:p>
    <w:p w:rsidR="00CF7AB7" w:rsidRPr="002B485D" w:rsidRDefault="00CF7AB7" w:rsidP="006E5B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09 августа </w:t>
      </w:r>
      <w:r w:rsidRPr="002B485D"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 xml:space="preserve"> года</w:t>
      </w:r>
      <w:r w:rsidRPr="002B485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22</w:t>
      </w:r>
    </w:p>
    <w:p w:rsidR="00CF7AB7" w:rsidRPr="002B485D" w:rsidRDefault="00CF7AB7" w:rsidP="006E5B72">
      <w:pPr>
        <w:pStyle w:val="Header"/>
        <w:tabs>
          <w:tab w:val="left" w:pos="708"/>
        </w:tabs>
        <w:rPr>
          <w:b/>
          <w:sz w:val="28"/>
          <w:szCs w:val="28"/>
        </w:rPr>
      </w:pPr>
    </w:p>
    <w:p w:rsidR="00CF7AB7" w:rsidRPr="005539FC" w:rsidRDefault="00CF7AB7" w:rsidP="005539FC">
      <w:pPr>
        <w:suppressAutoHyphens w:val="0"/>
        <w:ind w:right="3118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>О внесении изменений в Положение</w:t>
      </w:r>
      <w:r>
        <w:rPr>
          <w:b/>
          <w:sz w:val="28"/>
          <w:szCs w:val="28"/>
          <w:lang w:eastAsia="ru-RU"/>
        </w:rPr>
        <w:t xml:space="preserve"> </w:t>
      </w:r>
      <w:r w:rsidRPr="005539FC">
        <w:rPr>
          <w:b/>
          <w:sz w:val="28"/>
          <w:szCs w:val="28"/>
          <w:lang w:eastAsia="ru-RU"/>
        </w:rPr>
        <w:t xml:space="preserve">«О денежном вознаграждении и отпусках главы </w:t>
      </w:r>
      <w:r>
        <w:rPr>
          <w:b/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b/>
          <w:sz w:val="28"/>
          <w:szCs w:val="28"/>
          <w:lang w:eastAsia="ru-RU"/>
        </w:rPr>
        <w:t xml:space="preserve"> Федоровского муниципального района Саратовской области», утверждённое Решением Совета </w:t>
      </w:r>
      <w:r>
        <w:rPr>
          <w:b/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b/>
          <w:sz w:val="28"/>
          <w:szCs w:val="28"/>
          <w:lang w:eastAsia="ru-RU"/>
        </w:rPr>
        <w:t xml:space="preserve"> от</w:t>
      </w:r>
      <w:r>
        <w:rPr>
          <w:b/>
          <w:sz w:val="28"/>
          <w:szCs w:val="28"/>
          <w:lang w:eastAsia="ru-RU"/>
        </w:rPr>
        <w:t xml:space="preserve"> 01</w:t>
      </w:r>
      <w:r w:rsidRPr="005539FC">
        <w:rPr>
          <w:b/>
          <w:sz w:val="28"/>
          <w:szCs w:val="28"/>
          <w:lang w:eastAsia="ru-RU"/>
        </w:rPr>
        <w:t>.0</w:t>
      </w:r>
      <w:r>
        <w:rPr>
          <w:b/>
          <w:sz w:val="28"/>
          <w:szCs w:val="28"/>
          <w:lang w:eastAsia="ru-RU"/>
        </w:rPr>
        <w:t>8</w:t>
      </w:r>
      <w:r w:rsidRPr="005539FC">
        <w:rPr>
          <w:b/>
          <w:sz w:val="28"/>
          <w:szCs w:val="28"/>
          <w:lang w:eastAsia="ru-RU"/>
        </w:rPr>
        <w:t>.2017</w:t>
      </w:r>
      <w:r>
        <w:rPr>
          <w:b/>
          <w:sz w:val="28"/>
          <w:szCs w:val="28"/>
          <w:lang w:eastAsia="ru-RU"/>
        </w:rPr>
        <w:t xml:space="preserve"> года № 27</w:t>
      </w:r>
      <w:r w:rsidRPr="005539FC">
        <w:rPr>
          <w:b/>
          <w:sz w:val="28"/>
          <w:szCs w:val="28"/>
          <w:lang w:eastAsia="ru-RU"/>
        </w:rPr>
        <w:t xml:space="preserve"> </w:t>
      </w:r>
    </w:p>
    <w:p w:rsidR="00CF7AB7" w:rsidRPr="005539FC" w:rsidRDefault="00CF7AB7" w:rsidP="005539FC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 xml:space="preserve"> </w:t>
      </w:r>
    </w:p>
    <w:p w:rsidR="00CF7AB7" w:rsidRPr="005539FC" w:rsidRDefault="00CF7AB7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Руководствуясь Федеральным законом от 06 октября 2003 года № 131ФЗ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sz w:val="28"/>
          <w:szCs w:val="28"/>
          <w:lang w:eastAsia="ru-RU"/>
        </w:rPr>
        <w:t xml:space="preserve"> Федоровского муниципального района, Совет </w:t>
      </w:r>
      <w:r>
        <w:rPr>
          <w:sz w:val="28"/>
          <w:szCs w:val="28"/>
          <w:lang w:eastAsia="ru-RU"/>
        </w:rPr>
        <w:t>Ерусланского муниципального образования</w:t>
      </w:r>
      <w:r w:rsidRPr="005539FC">
        <w:rPr>
          <w:sz w:val="28"/>
          <w:szCs w:val="28"/>
          <w:lang w:eastAsia="ru-RU"/>
        </w:rPr>
        <w:t xml:space="preserve"> Федоровского муниципального района  </w:t>
      </w:r>
    </w:p>
    <w:p w:rsidR="00CF7AB7" w:rsidRPr="005539FC" w:rsidRDefault="00CF7AB7" w:rsidP="005539FC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 xml:space="preserve"> </w:t>
      </w:r>
    </w:p>
    <w:p w:rsidR="00CF7AB7" w:rsidRPr="005539FC" w:rsidRDefault="00CF7AB7" w:rsidP="005539FC">
      <w:pPr>
        <w:suppressAutoHyphens w:val="0"/>
        <w:ind w:firstLine="709"/>
        <w:jc w:val="center"/>
        <w:rPr>
          <w:b/>
          <w:sz w:val="28"/>
          <w:szCs w:val="28"/>
          <w:lang w:eastAsia="ru-RU"/>
        </w:rPr>
      </w:pPr>
      <w:r w:rsidRPr="005539FC">
        <w:rPr>
          <w:b/>
          <w:sz w:val="28"/>
          <w:szCs w:val="28"/>
          <w:lang w:eastAsia="ru-RU"/>
        </w:rPr>
        <w:t>РЕШИЛ:</w:t>
      </w:r>
    </w:p>
    <w:p w:rsidR="00CF7AB7" w:rsidRPr="005539FC" w:rsidRDefault="00CF7AB7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 </w:t>
      </w:r>
    </w:p>
    <w:p w:rsidR="00CF7AB7" w:rsidRDefault="00CF7AB7" w:rsidP="005539F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9FC">
        <w:rPr>
          <w:sz w:val="28"/>
          <w:szCs w:val="28"/>
          <w:lang w:eastAsia="ru-RU"/>
        </w:rPr>
        <w:t xml:space="preserve">1. Внести изменения в Положение «О денежном вознаграждении и отпусках главы Ерусланского муниципального образования Федоровского муниципального района Саратовской области», утвержденное Решением Совета Ерусланского муниципального образования от </w:t>
      </w:r>
      <w:r>
        <w:rPr>
          <w:sz w:val="28"/>
          <w:szCs w:val="28"/>
          <w:lang w:eastAsia="ru-RU"/>
        </w:rPr>
        <w:t>01</w:t>
      </w:r>
      <w:r w:rsidRPr="005539FC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8</w:t>
      </w:r>
      <w:r w:rsidRPr="005539FC">
        <w:rPr>
          <w:sz w:val="28"/>
          <w:szCs w:val="28"/>
          <w:lang w:eastAsia="ru-RU"/>
        </w:rPr>
        <w:t>.2017</w:t>
      </w:r>
      <w:r>
        <w:rPr>
          <w:sz w:val="28"/>
          <w:szCs w:val="28"/>
          <w:lang w:eastAsia="ru-RU"/>
        </w:rPr>
        <w:t xml:space="preserve"> года № 27 (с изм. № 17 от 28.06.2018 года)</w:t>
      </w:r>
      <w:r w:rsidRPr="005539FC">
        <w:rPr>
          <w:sz w:val="28"/>
          <w:szCs w:val="28"/>
          <w:lang w:eastAsia="ru-RU"/>
        </w:rPr>
        <w:t>:</w:t>
      </w:r>
    </w:p>
    <w:p w:rsidR="00CF7AB7" w:rsidRDefault="00CF7AB7" w:rsidP="00D254B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5539FC">
        <w:rPr>
          <w:sz w:val="28"/>
          <w:szCs w:val="28"/>
          <w:lang w:eastAsia="ru-RU"/>
        </w:rPr>
        <w:t xml:space="preserve">п. </w:t>
      </w:r>
      <w:r>
        <w:rPr>
          <w:sz w:val="28"/>
          <w:szCs w:val="28"/>
          <w:lang w:eastAsia="ru-RU"/>
        </w:rPr>
        <w:t>3</w:t>
      </w:r>
      <w:r w:rsidRPr="005539F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Положения </w:t>
      </w:r>
      <w:r w:rsidRPr="005539FC">
        <w:rPr>
          <w:sz w:val="28"/>
          <w:szCs w:val="28"/>
          <w:lang w:eastAsia="ru-RU"/>
        </w:rPr>
        <w:t xml:space="preserve">изложить в новой редакции: </w:t>
      </w:r>
    </w:p>
    <w:p w:rsidR="00CF7AB7" w:rsidRDefault="00CF7AB7" w:rsidP="00FF4F26">
      <w:pPr>
        <w:ind w:firstLine="708"/>
        <w:jc w:val="both"/>
        <w:rPr>
          <w:sz w:val="28"/>
          <w:szCs w:val="28"/>
        </w:rPr>
      </w:pPr>
      <w:r w:rsidRPr="005539FC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 xml:space="preserve">3. </w:t>
      </w:r>
      <w:r w:rsidRPr="00935D52">
        <w:rPr>
          <w:sz w:val="28"/>
          <w:szCs w:val="28"/>
        </w:rPr>
        <w:t xml:space="preserve">Денежное вознаграждение главе </w:t>
      </w:r>
      <w:r>
        <w:rPr>
          <w:sz w:val="28"/>
          <w:szCs w:val="28"/>
        </w:rPr>
        <w:t xml:space="preserve">Ерусланского муниципального образования </w:t>
      </w:r>
      <w:r w:rsidRPr="00935D52">
        <w:rPr>
          <w:sz w:val="28"/>
          <w:szCs w:val="28"/>
        </w:rPr>
        <w:t xml:space="preserve"> Федоровского муниципального района устанавливается в размере </w:t>
      </w:r>
      <w:r>
        <w:rPr>
          <w:sz w:val="28"/>
          <w:szCs w:val="28"/>
        </w:rPr>
        <w:t>30 000</w:t>
      </w:r>
      <w:r w:rsidRPr="008C62F3">
        <w:rPr>
          <w:sz w:val="28"/>
          <w:szCs w:val="28"/>
        </w:rPr>
        <w:t>,00  (</w:t>
      </w:r>
      <w:r>
        <w:rPr>
          <w:sz w:val="28"/>
          <w:szCs w:val="28"/>
        </w:rPr>
        <w:t>тридцать тысяч</w:t>
      </w:r>
      <w:r w:rsidRPr="008C62F3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</w:t>
      </w:r>
      <w:r w:rsidRPr="00935D52">
        <w:rPr>
          <w:sz w:val="28"/>
          <w:szCs w:val="28"/>
        </w:rPr>
        <w:t>.</w:t>
      </w:r>
      <w:r>
        <w:rPr>
          <w:sz w:val="28"/>
          <w:szCs w:val="28"/>
          <w:lang w:eastAsia="ru-RU"/>
        </w:rPr>
        <w:t>».</w:t>
      </w:r>
    </w:p>
    <w:p w:rsidR="00CF7AB7" w:rsidRPr="005539FC" w:rsidRDefault="00CF7AB7" w:rsidP="00FF4F26">
      <w:pPr>
        <w:pStyle w:val="a"/>
      </w:pPr>
      <w:r>
        <w:t xml:space="preserve">2. </w:t>
      </w:r>
      <w:r w:rsidRPr="00542C86">
        <w:t xml:space="preserve">Настоящее решение вступает в силу с 1 </w:t>
      </w:r>
      <w:r>
        <w:t>августа</w:t>
      </w:r>
      <w:r w:rsidRPr="00542C86">
        <w:t xml:space="preserve"> 201</w:t>
      </w:r>
      <w:r>
        <w:t>8 года и подлежит обнародованию, и</w:t>
      </w:r>
      <w:r w:rsidRPr="005539FC">
        <w:t xml:space="preserve"> размещению на официальном сайте Ерусланского муниципального образования в сети «Интернет».</w:t>
      </w:r>
    </w:p>
    <w:p w:rsidR="00CF7AB7" w:rsidRDefault="00CF7AB7" w:rsidP="00697E43">
      <w:pPr>
        <w:overflowPunct w:val="0"/>
        <w:jc w:val="both"/>
        <w:rPr>
          <w:sz w:val="28"/>
          <w:szCs w:val="28"/>
        </w:rPr>
      </w:pPr>
      <w:bookmarkStart w:id="0" w:name="_GoBack"/>
      <w:bookmarkEnd w:id="0"/>
    </w:p>
    <w:p w:rsidR="00CF7AB7" w:rsidRDefault="00CF7AB7" w:rsidP="00697E43">
      <w:pPr>
        <w:overflowPunct w:val="0"/>
        <w:jc w:val="both"/>
        <w:rPr>
          <w:sz w:val="28"/>
          <w:szCs w:val="28"/>
        </w:rPr>
      </w:pPr>
    </w:p>
    <w:p w:rsidR="00CF7AB7" w:rsidRPr="00867BE2" w:rsidRDefault="00CF7AB7" w:rsidP="00697E43">
      <w:pPr>
        <w:overflowPunct w:val="0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Глава Ерусланского муниципального</w:t>
      </w:r>
    </w:p>
    <w:p w:rsidR="00CF7AB7" w:rsidRPr="00867BE2" w:rsidRDefault="00CF7AB7" w:rsidP="00697E43">
      <w:pPr>
        <w:overflowPunct w:val="0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образования Федоровского муниципального</w:t>
      </w:r>
    </w:p>
    <w:p w:rsidR="00CF7AB7" w:rsidRPr="00867BE2" w:rsidRDefault="00CF7AB7" w:rsidP="00697E43">
      <w:pPr>
        <w:overflowPunct w:val="0"/>
        <w:spacing w:line="252" w:lineRule="auto"/>
        <w:jc w:val="both"/>
        <w:rPr>
          <w:sz w:val="28"/>
          <w:szCs w:val="28"/>
        </w:rPr>
      </w:pPr>
      <w:r w:rsidRPr="00867BE2">
        <w:rPr>
          <w:sz w:val="28"/>
          <w:szCs w:val="28"/>
        </w:rPr>
        <w:t>района Саратовской области</w:t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 w:rsidRPr="00867BE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7BE2">
        <w:rPr>
          <w:sz w:val="28"/>
          <w:szCs w:val="28"/>
        </w:rPr>
        <w:t>В.</w:t>
      </w:r>
      <w:r>
        <w:rPr>
          <w:sz w:val="28"/>
          <w:szCs w:val="28"/>
        </w:rPr>
        <w:t>И. Яроцкий</w:t>
      </w:r>
    </w:p>
    <w:p w:rsidR="00CF7AB7" w:rsidRDefault="00CF7AB7" w:rsidP="00697E43">
      <w:pPr>
        <w:suppressAutoHyphens w:val="0"/>
        <w:spacing w:before="100" w:beforeAutospacing="1" w:after="100" w:afterAutospacing="1"/>
      </w:pPr>
    </w:p>
    <w:sectPr w:rsidR="00CF7AB7" w:rsidSect="00A31FFC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AB7" w:rsidRDefault="00CF7AB7">
      <w:r>
        <w:separator/>
      </w:r>
    </w:p>
  </w:endnote>
  <w:endnote w:type="continuationSeparator" w:id="0">
    <w:p w:rsidR="00CF7AB7" w:rsidRDefault="00CF7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AB7" w:rsidRDefault="00CF7AB7">
      <w:r>
        <w:separator/>
      </w:r>
    </w:p>
  </w:footnote>
  <w:footnote w:type="continuationSeparator" w:id="0">
    <w:p w:rsidR="00CF7AB7" w:rsidRDefault="00CF7A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B7" w:rsidRDefault="00CF7AB7" w:rsidP="001B3A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AB7" w:rsidRDefault="00CF7A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AB2063C"/>
    <w:multiLevelType w:val="hybridMultilevel"/>
    <w:tmpl w:val="07DE34B0"/>
    <w:lvl w:ilvl="0" w:tplc="35460E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B72"/>
    <w:rsid w:val="0001600F"/>
    <w:rsid w:val="000A7315"/>
    <w:rsid w:val="000D5CAE"/>
    <w:rsid w:val="000E46FA"/>
    <w:rsid w:val="001321D1"/>
    <w:rsid w:val="00196344"/>
    <w:rsid w:val="001B3A7C"/>
    <w:rsid w:val="00273425"/>
    <w:rsid w:val="00277BCE"/>
    <w:rsid w:val="00285330"/>
    <w:rsid w:val="002B485D"/>
    <w:rsid w:val="00300A85"/>
    <w:rsid w:val="0051139B"/>
    <w:rsid w:val="00542C86"/>
    <w:rsid w:val="005539FC"/>
    <w:rsid w:val="00556226"/>
    <w:rsid w:val="00697E43"/>
    <w:rsid w:val="006E40F7"/>
    <w:rsid w:val="006E5B72"/>
    <w:rsid w:val="006F268A"/>
    <w:rsid w:val="00755FBB"/>
    <w:rsid w:val="008571B0"/>
    <w:rsid w:val="00867BE2"/>
    <w:rsid w:val="00883312"/>
    <w:rsid w:val="008B6BC4"/>
    <w:rsid w:val="008C62F3"/>
    <w:rsid w:val="00900D86"/>
    <w:rsid w:val="00935D52"/>
    <w:rsid w:val="00A31FFC"/>
    <w:rsid w:val="00A64A48"/>
    <w:rsid w:val="00AF534A"/>
    <w:rsid w:val="00BC767A"/>
    <w:rsid w:val="00BF1157"/>
    <w:rsid w:val="00CF7AB7"/>
    <w:rsid w:val="00D254B7"/>
    <w:rsid w:val="00DA0B6A"/>
    <w:rsid w:val="00DB6CC2"/>
    <w:rsid w:val="00E12CCB"/>
    <w:rsid w:val="00E27954"/>
    <w:rsid w:val="00E85A05"/>
    <w:rsid w:val="00EE43B0"/>
    <w:rsid w:val="00F956DD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B7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B72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5B72"/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6E5B72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5B72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6E5B7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E5B7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A31F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1FFC"/>
    <w:rPr>
      <w:rFonts w:ascii="Times New Roman" w:hAnsi="Times New Roman" w:cs="Times New Roma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E85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85A05"/>
    <w:rPr>
      <w:rFonts w:ascii="Courier New" w:hAnsi="Courier New" w:cs="Courier New"/>
      <w:sz w:val="20"/>
      <w:szCs w:val="20"/>
      <w:lang w:eastAsia="ru-RU"/>
    </w:rPr>
  </w:style>
  <w:style w:type="paragraph" w:customStyle="1" w:styleId="a">
    <w:name w:val="Текст документа"/>
    <w:basedOn w:val="Normal"/>
    <w:uiPriority w:val="99"/>
    <w:rsid w:val="00FF4F26"/>
    <w:pPr>
      <w:suppressAutoHyphens w:val="0"/>
      <w:overflowPunct w:val="0"/>
      <w:autoSpaceDE w:val="0"/>
      <w:autoSpaceDN w:val="0"/>
      <w:adjustRightInd w:val="0"/>
      <w:ind w:firstLine="720"/>
      <w:jc w:val="both"/>
    </w:pPr>
    <w:rPr>
      <w:rFonts w:eastAsia="Calibri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233</Words>
  <Characters>1329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</dc:title>
  <dc:subject/>
  <dc:creator>olga</dc:creator>
  <cp:keywords/>
  <dc:description/>
  <cp:lastModifiedBy>Microsoft Office</cp:lastModifiedBy>
  <cp:revision>2</cp:revision>
  <cp:lastPrinted>2018-08-14T04:31:00Z</cp:lastPrinted>
  <dcterms:created xsi:type="dcterms:W3CDTF">2018-11-23T05:03:00Z</dcterms:created>
  <dcterms:modified xsi:type="dcterms:W3CDTF">2018-11-23T05:03:00Z</dcterms:modified>
</cp:coreProperties>
</file>